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5E1D1" w14:textId="77777777" w:rsidR="009924CD" w:rsidRPr="00DC29CA" w:rsidRDefault="002E3F79" w:rsidP="00DC29CA">
      <w:pPr>
        <w:spacing w:after="0" w:line="240" w:lineRule="auto"/>
        <w:jc w:val="right"/>
        <w:rPr>
          <w:rFonts w:ascii="Times New Roman" w:hAnsi="Times New Roman"/>
          <w:b/>
          <w:color w:val="767171" w:themeColor="background2" w:themeShade="80"/>
          <w:sz w:val="24"/>
          <w:szCs w:val="24"/>
        </w:rPr>
      </w:pPr>
      <w:r w:rsidRPr="00DC29CA">
        <w:rPr>
          <w:rFonts w:ascii="Times New Roman" w:hAnsi="Times New Roman"/>
          <w:b/>
          <w:color w:val="767171" w:themeColor="background2" w:themeShade="80"/>
          <w:sz w:val="24"/>
          <w:szCs w:val="24"/>
        </w:rPr>
        <w:t>НС «Интеграция»</w:t>
      </w:r>
    </w:p>
    <w:p w14:paraId="4134C792" w14:textId="5DB02687" w:rsidR="002E3F79" w:rsidRPr="00DC29CA" w:rsidRDefault="00DC29CA" w:rsidP="00DC29CA">
      <w:pPr>
        <w:spacing w:after="0" w:line="240" w:lineRule="auto"/>
        <w:jc w:val="right"/>
        <w:rPr>
          <w:rFonts w:ascii="Times New Roman" w:hAnsi="Times New Roman"/>
          <w:color w:val="767171" w:themeColor="background2" w:themeShade="80"/>
          <w:sz w:val="24"/>
          <w:szCs w:val="24"/>
        </w:rPr>
      </w:pPr>
      <w:r w:rsidRPr="00DC29CA">
        <w:rPr>
          <w:rFonts w:ascii="Times New Roman" w:hAnsi="Times New Roman"/>
          <w:color w:val="767171"/>
          <w:sz w:val="24"/>
          <w:szCs w:val="24"/>
        </w:rPr>
        <w:t>111675, ул.Дмитриевского, д.7, офис 7</w:t>
      </w:r>
    </w:p>
    <w:p w14:paraId="20D9122B" w14:textId="4D13752E" w:rsidR="002E3F79" w:rsidRPr="00DC29CA" w:rsidRDefault="002E3F79" w:rsidP="00DC29CA">
      <w:pPr>
        <w:spacing w:after="0" w:line="240" w:lineRule="auto"/>
        <w:jc w:val="right"/>
        <w:rPr>
          <w:rFonts w:ascii="Times New Roman" w:hAnsi="Times New Roman"/>
          <w:color w:val="767171" w:themeColor="background2" w:themeShade="80"/>
          <w:sz w:val="24"/>
          <w:szCs w:val="24"/>
        </w:rPr>
      </w:pPr>
      <w:r w:rsidRPr="00DC29CA">
        <w:rPr>
          <w:rFonts w:ascii="Times New Roman" w:hAnsi="Times New Roman"/>
          <w:color w:val="767171" w:themeColor="background2" w:themeShade="80"/>
          <w:sz w:val="24"/>
          <w:szCs w:val="24"/>
        </w:rPr>
        <w:t>Телефон: (495)</w:t>
      </w:r>
      <w:r w:rsidR="00DC29CA" w:rsidRPr="00DC29CA">
        <w:rPr>
          <w:rFonts w:ascii="Times New Roman" w:hAnsi="Times New Roman"/>
          <w:color w:val="767171" w:themeColor="background2" w:themeShade="80"/>
          <w:sz w:val="24"/>
          <w:szCs w:val="24"/>
        </w:rPr>
        <w:t xml:space="preserve"> 374</w:t>
      </w:r>
      <w:r w:rsidRPr="00DC29CA">
        <w:rPr>
          <w:rFonts w:ascii="Times New Roman" w:hAnsi="Times New Roman"/>
          <w:color w:val="767171" w:themeColor="background2" w:themeShade="80"/>
          <w:sz w:val="24"/>
          <w:szCs w:val="24"/>
        </w:rPr>
        <w:t>-</w:t>
      </w:r>
      <w:r w:rsidR="00DC29CA" w:rsidRPr="00DC29CA">
        <w:rPr>
          <w:rFonts w:ascii="Times New Roman" w:hAnsi="Times New Roman"/>
          <w:color w:val="767171" w:themeColor="background2" w:themeShade="80"/>
          <w:sz w:val="24"/>
          <w:szCs w:val="24"/>
        </w:rPr>
        <w:t>59</w:t>
      </w:r>
      <w:r w:rsidRPr="00DC29CA">
        <w:rPr>
          <w:rFonts w:ascii="Times New Roman" w:hAnsi="Times New Roman"/>
          <w:color w:val="767171" w:themeColor="background2" w:themeShade="80"/>
          <w:sz w:val="24"/>
          <w:szCs w:val="24"/>
        </w:rPr>
        <w:t>-</w:t>
      </w:r>
      <w:r w:rsidR="00DC29CA" w:rsidRPr="00DC29CA">
        <w:rPr>
          <w:rFonts w:ascii="Times New Roman" w:hAnsi="Times New Roman"/>
          <w:color w:val="767171" w:themeColor="background2" w:themeShade="80"/>
          <w:sz w:val="24"/>
          <w:szCs w:val="24"/>
        </w:rPr>
        <w:t>57</w:t>
      </w:r>
    </w:p>
    <w:p w14:paraId="429AC533" w14:textId="77777777" w:rsidR="00FB5D50" w:rsidRDefault="00FB5D50" w:rsidP="002E3F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8FB848C" w14:textId="77777777" w:rsidR="00DF7578" w:rsidRDefault="00DF7578" w:rsidP="002E3F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02"/>
        <w:gridCol w:w="3877"/>
        <w:gridCol w:w="4544"/>
      </w:tblGrid>
      <w:tr w:rsidR="00DC29CA" w:rsidRPr="00AA6512" w14:paraId="044D67E8" w14:textId="77777777" w:rsidTr="00F9673B">
        <w:trPr>
          <w:trHeight w:hRule="exact" w:val="397"/>
        </w:trPr>
        <w:tc>
          <w:tcPr>
            <w:tcW w:w="2602" w:type="dxa"/>
          </w:tcPr>
          <w:p w14:paraId="1418DF41" w14:textId="77777777" w:rsidR="00DC29CA" w:rsidRPr="00AA6512" w:rsidRDefault="00DC29CA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ИНН</w:t>
            </w:r>
            <w:r w:rsidRPr="00AA6512">
              <w:rPr>
                <w:rFonts w:ascii="Times New Roman" w:hAnsi="Times New Roman"/>
                <w:sz w:val="24"/>
                <w:szCs w:val="24"/>
              </w:rPr>
              <w:t xml:space="preserve"> 7706032494</w:t>
            </w:r>
          </w:p>
        </w:tc>
        <w:tc>
          <w:tcPr>
            <w:tcW w:w="3877" w:type="dxa"/>
          </w:tcPr>
          <w:p w14:paraId="193985C6" w14:textId="77777777" w:rsidR="00DC29CA" w:rsidRPr="00AA6512" w:rsidRDefault="00DC29CA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КПП</w:t>
            </w:r>
            <w:r w:rsidRPr="00AA6512">
              <w:rPr>
                <w:rFonts w:ascii="Times New Roman" w:hAnsi="Times New Roman"/>
                <w:sz w:val="24"/>
                <w:szCs w:val="24"/>
              </w:rPr>
              <w:t xml:space="preserve"> 770201001</w:t>
            </w:r>
          </w:p>
        </w:tc>
        <w:tc>
          <w:tcPr>
            <w:tcW w:w="4544" w:type="dxa"/>
            <w:vMerge w:val="restart"/>
            <w:vAlign w:val="center"/>
          </w:tcPr>
          <w:p w14:paraId="47B84C21" w14:textId="13912FD5" w:rsidR="00DC29CA" w:rsidRPr="00AA6512" w:rsidRDefault="00DC29CA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Сч.№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A6512">
              <w:rPr>
                <w:rFonts w:ascii="Times New Roman" w:hAnsi="Times New Roman"/>
                <w:sz w:val="24"/>
                <w:szCs w:val="24"/>
              </w:rPr>
              <w:t>40703810738090102325</w:t>
            </w:r>
          </w:p>
        </w:tc>
      </w:tr>
      <w:tr w:rsidR="00DC29CA" w:rsidRPr="00AA6512" w14:paraId="5FC3072D" w14:textId="77777777" w:rsidTr="00DC29CA">
        <w:tc>
          <w:tcPr>
            <w:tcW w:w="6479" w:type="dxa"/>
            <w:gridSpan w:val="2"/>
          </w:tcPr>
          <w:p w14:paraId="2897E18F" w14:textId="17F4F840" w:rsidR="00DC29CA" w:rsidRPr="00AA6512" w:rsidRDefault="00BA0230" w:rsidP="00AA65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  <w:p w14:paraId="65B50037" w14:textId="0E38E5CE" w:rsidR="00DC29CA" w:rsidRPr="00AA6512" w:rsidRDefault="00DC29CA" w:rsidP="00DC2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sz w:val="24"/>
                <w:szCs w:val="24"/>
              </w:rPr>
              <w:t xml:space="preserve">НС «Интеграция» </w:t>
            </w:r>
            <w:r w:rsidRPr="00AC769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DC29CA">
              <w:rPr>
                <w:rFonts w:ascii="Times New Roman" w:hAnsi="Times New Roman"/>
                <w:sz w:val="24"/>
                <w:szCs w:val="24"/>
              </w:rPr>
              <w:t>ПАО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29CA">
              <w:rPr>
                <w:rFonts w:ascii="Times New Roman" w:hAnsi="Times New Roman"/>
                <w:sz w:val="24"/>
                <w:szCs w:val="24"/>
              </w:rPr>
              <w:t>Сбербанк, г. Москва</w:t>
            </w:r>
          </w:p>
        </w:tc>
        <w:tc>
          <w:tcPr>
            <w:tcW w:w="4544" w:type="dxa"/>
            <w:vMerge/>
            <w:tcBorders>
              <w:bottom w:val="single" w:sz="4" w:space="0" w:color="000000"/>
            </w:tcBorders>
          </w:tcPr>
          <w:p w14:paraId="136D3626" w14:textId="77777777" w:rsidR="00DC29CA" w:rsidRPr="00AA6512" w:rsidRDefault="00DC29CA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9CA" w:rsidRPr="00AA6512" w14:paraId="730475CB" w14:textId="77777777" w:rsidTr="00F9673B">
        <w:trPr>
          <w:trHeight w:hRule="exact" w:val="397"/>
        </w:trPr>
        <w:tc>
          <w:tcPr>
            <w:tcW w:w="6479" w:type="dxa"/>
            <w:gridSpan w:val="2"/>
            <w:vMerge w:val="restart"/>
          </w:tcPr>
          <w:p w14:paraId="57F72C1A" w14:textId="77777777" w:rsidR="00DC29CA" w:rsidRPr="00AA6512" w:rsidRDefault="00DC29CA" w:rsidP="00AA65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Банк получателя</w:t>
            </w:r>
          </w:p>
          <w:p w14:paraId="4063CAB8" w14:textId="0A408E74" w:rsidR="00DC29CA" w:rsidRPr="00AA6512" w:rsidRDefault="004960D4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60D4">
              <w:rPr>
                <w:rFonts w:ascii="Times New Roman" w:hAnsi="Times New Roman"/>
                <w:sz w:val="24"/>
                <w:szCs w:val="24"/>
              </w:rPr>
              <w:t>ПАО Сбербанк</w:t>
            </w:r>
          </w:p>
        </w:tc>
        <w:tc>
          <w:tcPr>
            <w:tcW w:w="4544" w:type="dxa"/>
            <w:tcBorders>
              <w:bottom w:val="single" w:sz="4" w:space="0" w:color="auto"/>
            </w:tcBorders>
          </w:tcPr>
          <w:p w14:paraId="6A87B3AA" w14:textId="67B8B64C" w:rsidR="00DC29CA" w:rsidRPr="00AA6512" w:rsidRDefault="00DC29CA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БИК</w:t>
            </w:r>
            <w:r w:rsidRPr="00AA6512">
              <w:rPr>
                <w:rFonts w:ascii="Times New Roman" w:hAnsi="Times New Roman"/>
                <w:sz w:val="24"/>
                <w:szCs w:val="24"/>
              </w:rPr>
              <w:t xml:space="preserve"> 044525225</w:t>
            </w:r>
          </w:p>
        </w:tc>
      </w:tr>
      <w:tr w:rsidR="00DC29CA" w:rsidRPr="00AA6512" w14:paraId="134DA172" w14:textId="77777777" w:rsidTr="00F9673B">
        <w:trPr>
          <w:trHeight w:hRule="exact" w:val="397"/>
        </w:trPr>
        <w:tc>
          <w:tcPr>
            <w:tcW w:w="6479" w:type="dxa"/>
            <w:gridSpan w:val="2"/>
            <w:vMerge/>
          </w:tcPr>
          <w:p w14:paraId="0D27E250" w14:textId="77777777" w:rsidR="00DC29CA" w:rsidRPr="00AA6512" w:rsidRDefault="00DC29CA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</w:tcBorders>
          </w:tcPr>
          <w:p w14:paraId="015E2211" w14:textId="229523AA" w:rsidR="00DC29CA" w:rsidRPr="00AA6512" w:rsidRDefault="00DC29CA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Сч.№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A6512">
              <w:rPr>
                <w:rFonts w:ascii="Times New Roman" w:hAnsi="Times New Roman"/>
                <w:sz w:val="24"/>
                <w:szCs w:val="24"/>
              </w:rPr>
              <w:t>30101810400000000225</w:t>
            </w:r>
          </w:p>
        </w:tc>
      </w:tr>
    </w:tbl>
    <w:p w14:paraId="24375FE5" w14:textId="37D4D824" w:rsidR="00FB5D50" w:rsidRDefault="00FB5D50" w:rsidP="002E3F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B74C1C7" w14:textId="77777777" w:rsidR="00DC29CA" w:rsidRDefault="00DC29CA" w:rsidP="002E3F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35A8DF1" w14:textId="3E2CA843" w:rsidR="00DF7578" w:rsidRDefault="00DF7578" w:rsidP="00F9673B">
      <w:pPr>
        <w:spacing w:line="240" w:lineRule="auto"/>
        <w:rPr>
          <w:rFonts w:ascii="Times New Roman" w:hAnsi="Times New Roman"/>
          <w:b/>
          <w:sz w:val="36"/>
          <w:szCs w:val="36"/>
        </w:rPr>
      </w:pPr>
      <w:r w:rsidRPr="00DF7578">
        <w:rPr>
          <w:rFonts w:ascii="Times New Roman" w:hAnsi="Times New Roman"/>
          <w:b/>
          <w:sz w:val="36"/>
          <w:szCs w:val="36"/>
        </w:rPr>
        <w:t>Счет</w:t>
      </w:r>
      <w:r w:rsidR="00F9673B">
        <w:rPr>
          <w:rFonts w:ascii="Times New Roman" w:hAnsi="Times New Roman"/>
          <w:b/>
          <w:sz w:val="36"/>
          <w:szCs w:val="36"/>
        </w:rPr>
        <w:t xml:space="preserve"> на оплату</w:t>
      </w:r>
      <w:r w:rsidRPr="00DF7578">
        <w:rPr>
          <w:rFonts w:ascii="Times New Roman" w:hAnsi="Times New Roman"/>
          <w:b/>
          <w:sz w:val="36"/>
          <w:szCs w:val="36"/>
        </w:rPr>
        <w:t xml:space="preserve"> №</w:t>
      </w:r>
      <w:r w:rsidR="00BA0230">
        <w:rPr>
          <w:rFonts w:ascii="Times New Roman" w:hAnsi="Times New Roman"/>
          <w:b/>
          <w:sz w:val="36"/>
          <w:szCs w:val="36"/>
        </w:rPr>
        <w:t xml:space="preserve"> </w:t>
      </w:r>
    </w:p>
    <w:p w14:paraId="1B5A8C22" w14:textId="77777777" w:rsidR="00F9673B" w:rsidRDefault="00F9673B" w:rsidP="00F9673B">
      <w:pPr>
        <w:pBdr>
          <w:top w:val="single" w:sz="4" w:space="1" w:color="AEAAAA" w:themeColor="background2" w:themeShade="BF"/>
        </w:pBd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14:paraId="0266A370" w14:textId="77777777" w:rsidR="00BA0230" w:rsidRDefault="00BA0230" w:rsidP="00BA02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Заказчик</w:t>
      </w:r>
      <w:r w:rsidRPr="004D4758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___________________________________________________________________</w:t>
      </w:r>
    </w:p>
    <w:p w14:paraId="3698C06D" w14:textId="77777777" w:rsidR="00BA0230" w:rsidRDefault="00BA0230" w:rsidP="00BA02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Bank"/>
      <w:r>
        <w:rPr>
          <w:rFonts w:ascii="Times New Roman" w:hAnsi="Times New Roman"/>
          <w:sz w:val="28"/>
          <w:szCs w:val="28"/>
        </w:rPr>
        <w:t>____________________________________________________________________________</w:t>
      </w:r>
    </w:p>
    <w:bookmarkEnd w:id="0"/>
    <w:p w14:paraId="1D1AED0B" w14:textId="77777777" w:rsidR="00BA0230" w:rsidRDefault="00BA0230" w:rsidP="00BA02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</w:t>
      </w:r>
    </w:p>
    <w:p w14:paraId="2D048881" w14:textId="77777777" w:rsidR="00BA0230" w:rsidRDefault="00BA0230" w:rsidP="00BA02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</w:t>
      </w:r>
    </w:p>
    <w:p w14:paraId="28AA1907" w14:textId="77777777" w:rsidR="00816A4F" w:rsidRDefault="00816A4F" w:rsidP="00816A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08EF444" w14:textId="21F5779C" w:rsidR="00816A4F" w:rsidRDefault="00816A4F" w:rsidP="00816A4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Основание: </w:t>
      </w:r>
    </w:p>
    <w:p w14:paraId="1D8DD75A" w14:textId="1752EA1B" w:rsidR="00DF7578" w:rsidRPr="008C4983" w:rsidRDefault="00DF7578" w:rsidP="002E3F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4619"/>
        <w:gridCol w:w="888"/>
        <w:gridCol w:w="1054"/>
        <w:gridCol w:w="2058"/>
        <w:gridCol w:w="1622"/>
      </w:tblGrid>
      <w:tr w:rsidR="00B709E8" w:rsidRPr="00AA6512" w14:paraId="27369CC2" w14:textId="77777777" w:rsidTr="00BA0230">
        <w:tc>
          <w:tcPr>
            <w:tcW w:w="523" w:type="dxa"/>
          </w:tcPr>
          <w:p w14:paraId="658B4CD1" w14:textId="77777777" w:rsidR="00B709E8" w:rsidRPr="00AA6512" w:rsidRDefault="00B709E8" w:rsidP="00AA65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7" w:type="dxa"/>
          </w:tcPr>
          <w:p w14:paraId="2C0EE5D0" w14:textId="0F9270F4" w:rsidR="00B709E8" w:rsidRPr="00AA6512" w:rsidRDefault="00B709E8" w:rsidP="00AA65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785" w:type="dxa"/>
            <w:tcBorders>
              <w:right w:val="single" w:sz="4" w:space="0" w:color="auto"/>
            </w:tcBorders>
          </w:tcPr>
          <w:p w14:paraId="41AC54EE" w14:textId="31AEEA90" w:rsidR="00B709E8" w:rsidRPr="00AA6512" w:rsidRDefault="00B709E8" w:rsidP="00AA65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2804" w14:textId="0E2878BB" w:rsidR="00B709E8" w:rsidRPr="00AA6512" w:rsidRDefault="00B709E8" w:rsidP="00AA65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Кол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</w:p>
        </w:tc>
        <w:tc>
          <w:tcPr>
            <w:tcW w:w="2080" w:type="dxa"/>
            <w:tcBorders>
              <w:left w:val="single" w:sz="4" w:space="0" w:color="auto"/>
            </w:tcBorders>
          </w:tcPr>
          <w:p w14:paraId="7272F7EB" w14:textId="77777777" w:rsidR="00B709E8" w:rsidRPr="00AA6512" w:rsidRDefault="00B709E8" w:rsidP="00AA65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1636" w:type="dxa"/>
          </w:tcPr>
          <w:p w14:paraId="3F9DE3BD" w14:textId="77777777" w:rsidR="00B709E8" w:rsidRPr="00AA6512" w:rsidRDefault="00B709E8" w:rsidP="00AA65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</w:tc>
      </w:tr>
      <w:tr w:rsidR="00BA0230" w:rsidRPr="00AA6512" w14:paraId="1481C220" w14:textId="77777777" w:rsidTr="00BA0230">
        <w:tc>
          <w:tcPr>
            <w:tcW w:w="523" w:type="dxa"/>
          </w:tcPr>
          <w:p w14:paraId="752882CF" w14:textId="77777777" w:rsidR="00BA0230" w:rsidRPr="00AA6512" w:rsidRDefault="00BA0230" w:rsidP="00BA02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14:paraId="2E2F3237" w14:textId="2C33CB65" w:rsidR="00BA0230" w:rsidRPr="00AA6512" w:rsidRDefault="00BA0230" w:rsidP="00BA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9E8">
              <w:rPr>
                <w:rFonts w:ascii="Times New Roman" w:hAnsi="Times New Roman"/>
                <w:sz w:val="24"/>
                <w:szCs w:val="24"/>
              </w:rPr>
              <w:t xml:space="preserve">Оплата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дополнительных образовательных услуг </w:t>
            </w:r>
            <w:bookmarkStart w:id="1" w:name="NazvanieKonkursa"/>
            <w:r>
              <w:rPr>
                <w:rFonts w:ascii="Times New Roman" w:hAnsi="Times New Roman"/>
                <w:sz w:val="24"/>
                <w:szCs w:val="24"/>
              </w:rPr>
              <w:t>в рамках</w:t>
            </w:r>
            <w:r w:rsidRPr="00B70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42C9">
              <w:rPr>
                <w:rFonts w:ascii="Times New Roman" w:hAnsi="Times New Roman"/>
                <w:sz w:val="24"/>
                <w:szCs w:val="24"/>
              </w:rPr>
              <w:t>форума</w:t>
            </w:r>
            <w:r w:rsidRPr="00B709E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F342C9" w:rsidRPr="00F342C9">
              <w:rPr>
                <w:rFonts w:ascii="Times New Roman" w:hAnsi="Times New Roman"/>
                <w:sz w:val="24"/>
                <w:szCs w:val="24"/>
              </w:rPr>
              <w:t>ЮНЭКО</w:t>
            </w:r>
            <w:r w:rsidRPr="00B709E8">
              <w:rPr>
                <w:rFonts w:ascii="Times New Roman" w:hAnsi="Times New Roman"/>
                <w:sz w:val="24"/>
                <w:szCs w:val="24"/>
              </w:rPr>
              <w:t>»</w:t>
            </w:r>
            <w:bookmarkEnd w:id="1"/>
          </w:p>
        </w:tc>
        <w:tc>
          <w:tcPr>
            <w:tcW w:w="785" w:type="dxa"/>
            <w:vAlign w:val="bottom"/>
          </w:tcPr>
          <w:p w14:paraId="277F6E2E" w14:textId="2474996C" w:rsidR="00BA0230" w:rsidRPr="00AA6512" w:rsidRDefault="000B1303" w:rsidP="00BA02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услуга</w:t>
            </w:r>
          </w:p>
        </w:tc>
        <w:tc>
          <w:tcPr>
            <w:tcW w:w="1061" w:type="dxa"/>
            <w:tcBorders>
              <w:top w:val="single" w:sz="4" w:space="0" w:color="auto"/>
            </w:tcBorders>
            <w:vAlign w:val="bottom"/>
          </w:tcPr>
          <w:p w14:paraId="63A63AED" w14:textId="6A546B90" w:rsidR="00BA0230" w:rsidRPr="00AA6512" w:rsidRDefault="00BA0230" w:rsidP="00BA02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bookmarkStart w:id="2" w:name="Kolichestvo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bookmarkEnd w:id="2"/>
          </w:p>
        </w:tc>
        <w:tc>
          <w:tcPr>
            <w:tcW w:w="2080" w:type="dxa"/>
            <w:tcBorders>
              <w:bottom w:val="single" w:sz="4" w:space="0" w:color="000000"/>
            </w:tcBorders>
            <w:vAlign w:val="bottom"/>
          </w:tcPr>
          <w:p w14:paraId="7B2F72DB" w14:textId="4FB7619C" w:rsidR="00BA0230" w:rsidRPr="00AA6512" w:rsidRDefault="00BA0230" w:rsidP="00BA02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vAlign w:val="bottom"/>
          </w:tcPr>
          <w:p w14:paraId="665636D0" w14:textId="492889CB" w:rsidR="00BA0230" w:rsidRPr="00AA6512" w:rsidRDefault="00BA0230" w:rsidP="00BA02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9E8" w:rsidRPr="00AA6512" w14:paraId="6CE21413" w14:textId="77777777" w:rsidTr="00BA0230">
        <w:tc>
          <w:tcPr>
            <w:tcW w:w="7046" w:type="dxa"/>
            <w:gridSpan w:val="4"/>
            <w:vMerge w:val="restart"/>
            <w:tcBorders>
              <w:left w:val="nil"/>
              <w:bottom w:val="nil"/>
              <w:right w:val="nil"/>
            </w:tcBorders>
          </w:tcPr>
          <w:p w14:paraId="51010311" w14:textId="5EB2942E" w:rsidR="00B709E8" w:rsidRPr="00AA6512" w:rsidRDefault="00B709E8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left w:val="nil"/>
              <w:bottom w:val="nil"/>
            </w:tcBorders>
          </w:tcPr>
          <w:p w14:paraId="2EDF7AEB" w14:textId="77777777" w:rsidR="00B709E8" w:rsidRPr="00AA6512" w:rsidRDefault="00B709E8" w:rsidP="00AA65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36" w:type="dxa"/>
          </w:tcPr>
          <w:p w14:paraId="4E7B57BF" w14:textId="333B0EB5" w:rsidR="00B709E8" w:rsidRPr="00AA6512" w:rsidRDefault="00B709E8" w:rsidP="0058186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9E8" w:rsidRPr="00AA6512" w14:paraId="02087951" w14:textId="77777777" w:rsidTr="00BA0230">
        <w:tc>
          <w:tcPr>
            <w:tcW w:w="7046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38290700" w14:textId="7ED0B7D0" w:rsidR="00B709E8" w:rsidRPr="00AA6512" w:rsidRDefault="00B709E8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</w:tcBorders>
          </w:tcPr>
          <w:p w14:paraId="18FE6CA2" w14:textId="77777777" w:rsidR="00B709E8" w:rsidRPr="00AA6512" w:rsidRDefault="00B709E8" w:rsidP="00AA65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sz w:val="24"/>
                <w:szCs w:val="24"/>
              </w:rPr>
              <w:t>Итого НДС:</w:t>
            </w:r>
          </w:p>
        </w:tc>
        <w:tc>
          <w:tcPr>
            <w:tcW w:w="1636" w:type="dxa"/>
          </w:tcPr>
          <w:p w14:paraId="739A5053" w14:textId="77777777" w:rsidR="00B709E8" w:rsidRPr="00AA6512" w:rsidRDefault="00B709E8" w:rsidP="00AA65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709E8" w:rsidRPr="00AA6512" w14:paraId="0D7969CF" w14:textId="77777777" w:rsidTr="00BA0230">
        <w:tc>
          <w:tcPr>
            <w:tcW w:w="7046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1A22C0F7" w14:textId="37930168" w:rsidR="00B709E8" w:rsidRPr="00AA6512" w:rsidRDefault="00B709E8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</w:tcBorders>
          </w:tcPr>
          <w:p w14:paraId="42518179" w14:textId="77777777" w:rsidR="00B709E8" w:rsidRPr="00AA6512" w:rsidRDefault="00B709E8" w:rsidP="00AA651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Всего к оплате:</w:t>
            </w:r>
          </w:p>
        </w:tc>
        <w:tc>
          <w:tcPr>
            <w:tcW w:w="1636" w:type="dxa"/>
          </w:tcPr>
          <w:p w14:paraId="4BE0E336" w14:textId="7BB0070C" w:rsidR="00B709E8" w:rsidRPr="00C5042E" w:rsidRDefault="00B709E8" w:rsidP="00C5042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5DCDFDA" w14:textId="77777777" w:rsidR="00DF7578" w:rsidRDefault="00DF7578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58463C6" w14:textId="77777777" w:rsidR="00B42D47" w:rsidRDefault="00B42D47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2F45189" w14:textId="77777777" w:rsidR="00B42D47" w:rsidRDefault="00B42D47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1E8CDDC" w14:textId="77777777" w:rsidR="00B42D47" w:rsidRDefault="00B42D47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F189274" w14:textId="77777777" w:rsidR="00BA0230" w:rsidRPr="00B42D47" w:rsidRDefault="00BA0230" w:rsidP="00BA02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2D47">
        <w:rPr>
          <w:rFonts w:ascii="Times New Roman" w:hAnsi="Times New Roman"/>
          <w:sz w:val="28"/>
          <w:szCs w:val="28"/>
        </w:rPr>
        <w:t>Всего наименовани</w:t>
      </w:r>
      <w:r>
        <w:rPr>
          <w:rFonts w:ascii="Times New Roman" w:hAnsi="Times New Roman"/>
          <w:sz w:val="28"/>
          <w:szCs w:val="28"/>
        </w:rPr>
        <w:t>й</w:t>
      </w:r>
      <w:r w:rsidRPr="00B42D47">
        <w:rPr>
          <w:rFonts w:ascii="Times New Roman" w:hAnsi="Times New Roman"/>
          <w:sz w:val="28"/>
          <w:szCs w:val="28"/>
        </w:rPr>
        <w:t xml:space="preserve"> на сумму</w:t>
      </w:r>
      <w:r>
        <w:rPr>
          <w:rFonts w:ascii="Times New Roman" w:hAnsi="Times New Roman"/>
          <w:sz w:val="28"/>
          <w:szCs w:val="28"/>
        </w:rPr>
        <w:t>_______________________</w:t>
      </w:r>
    </w:p>
    <w:p w14:paraId="7CB749DF" w14:textId="77777777" w:rsidR="00BA0230" w:rsidRDefault="00BA0230" w:rsidP="00BA02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3" w:name="SummaProp"/>
      <w:r>
        <w:rPr>
          <w:rFonts w:ascii="Times New Roman" w:hAnsi="Times New Roman"/>
          <w:b/>
          <w:sz w:val="28"/>
          <w:szCs w:val="28"/>
        </w:rPr>
        <w:t>Сумма прописью: _________________________________________________ 00 копеек</w:t>
      </w:r>
      <w:bookmarkEnd w:id="3"/>
    </w:p>
    <w:p w14:paraId="2ABC029F" w14:textId="77777777" w:rsidR="00B42D47" w:rsidRDefault="00B42D47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9BD565F" w14:textId="77777777" w:rsidR="00B42D47" w:rsidRDefault="00B42D47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FA72E5D" w14:textId="768E33AB" w:rsidR="004D4758" w:rsidRDefault="00F9673B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1B716EF5" wp14:editId="259C419F">
            <wp:simplePos x="0" y="0"/>
            <wp:positionH relativeFrom="column">
              <wp:posOffset>2141220</wp:posOffset>
            </wp:positionH>
            <wp:positionV relativeFrom="paragraph">
              <wp:posOffset>66675</wp:posOffset>
            </wp:positionV>
            <wp:extent cx="2543810" cy="1645920"/>
            <wp:effectExtent l="0" t="0" r="0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81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AA73F0" w14:textId="2960B156" w:rsidR="004D4758" w:rsidRDefault="004D4758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52E82F9" w14:textId="77777777" w:rsidR="004D4758" w:rsidRDefault="004D4758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4635A8F" w14:textId="77777777" w:rsidR="004D4758" w:rsidRDefault="004D4758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295DA17" w14:textId="461D2B71" w:rsidR="00B42D47" w:rsidRPr="00160CE2" w:rsidRDefault="00B42D47" w:rsidP="002E3F7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60CE2">
        <w:rPr>
          <w:rFonts w:ascii="Times New Roman" w:hAnsi="Times New Roman"/>
          <w:sz w:val="28"/>
          <w:szCs w:val="28"/>
        </w:rPr>
        <w:t xml:space="preserve">Председатель            </w:t>
      </w:r>
      <w:r w:rsidR="00DE3ACE">
        <w:rPr>
          <w:rFonts w:ascii="Times New Roman" w:hAnsi="Times New Roman"/>
          <w:sz w:val="28"/>
          <w:szCs w:val="28"/>
        </w:rPr>
        <w:t xml:space="preserve">                    </w:t>
      </w:r>
      <w:r w:rsidRPr="00160CE2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66924">
        <w:rPr>
          <w:rFonts w:ascii="Times New Roman" w:hAnsi="Times New Roman"/>
          <w:sz w:val="28"/>
          <w:szCs w:val="28"/>
        </w:rPr>
        <w:t xml:space="preserve">              </w:t>
      </w:r>
      <w:r w:rsidRPr="00160CE2">
        <w:rPr>
          <w:rFonts w:ascii="Times New Roman" w:hAnsi="Times New Roman"/>
          <w:sz w:val="28"/>
          <w:szCs w:val="28"/>
        </w:rPr>
        <w:t>А.С. Обручников</w:t>
      </w:r>
    </w:p>
    <w:p w14:paraId="79DCA2C2" w14:textId="77777777" w:rsidR="00B42D47" w:rsidRPr="00160CE2" w:rsidRDefault="00B42D47" w:rsidP="002E3F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B42D47" w:rsidRPr="00160CE2" w:rsidSect="00DC29C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9CA"/>
    <w:rsid w:val="00016C83"/>
    <w:rsid w:val="000355CE"/>
    <w:rsid w:val="0007168D"/>
    <w:rsid w:val="000B1303"/>
    <w:rsid w:val="001025AF"/>
    <w:rsid w:val="00160CE2"/>
    <w:rsid w:val="00170DE8"/>
    <w:rsid w:val="001919F8"/>
    <w:rsid w:val="00195C36"/>
    <w:rsid w:val="001C415E"/>
    <w:rsid w:val="00282543"/>
    <w:rsid w:val="002E3F79"/>
    <w:rsid w:val="002E4A8D"/>
    <w:rsid w:val="0039516F"/>
    <w:rsid w:val="004960D4"/>
    <w:rsid w:val="004C4854"/>
    <w:rsid w:val="004C6107"/>
    <w:rsid w:val="004D4758"/>
    <w:rsid w:val="004F0469"/>
    <w:rsid w:val="00557165"/>
    <w:rsid w:val="00575E6D"/>
    <w:rsid w:val="00581862"/>
    <w:rsid w:val="0065619B"/>
    <w:rsid w:val="00656E92"/>
    <w:rsid w:val="006B42CB"/>
    <w:rsid w:val="006F648F"/>
    <w:rsid w:val="00766924"/>
    <w:rsid w:val="007738D8"/>
    <w:rsid w:val="007F49F2"/>
    <w:rsid w:val="0081029C"/>
    <w:rsid w:val="00816A4F"/>
    <w:rsid w:val="00886D03"/>
    <w:rsid w:val="008C4983"/>
    <w:rsid w:val="008E651F"/>
    <w:rsid w:val="008F5975"/>
    <w:rsid w:val="0097007B"/>
    <w:rsid w:val="009924CD"/>
    <w:rsid w:val="009C1717"/>
    <w:rsid w:val="009C213E"/>
    <w:rsid w:val="00AA0BD2"/>
    <w:rsid w:val="00AA6512"/>
    <w:rsid w:val="00AC769E"/>
    <w:rsid w:val="00B142A4"/>
    <w:rsid w:val="00B42D47"/>
    <w:rsid w:val="00B709E8"/>
    <w:rsid w:val="00BA0230"/>
    <w:rsid w:val="00BA09EF"/>
    <w:rsid w:val="00C5042E"/>
    <w:rsid w:val="00D05889"/>
    <w:rsid w:val="00D46377"/>
    <w:rsid w:val="00D50856"/>
    <w:rsid w:val="00DC29CA"/>
    <w:rsid w:val="00DD5220"/>
    <w:rsid w:val="00DD6051"/>
    <w:rsid w:val="00DE0A0A"/>
    <w:rsid w:val="00DE3ACE"/>
    <w:rsid w:val="00DF7578"/>
    <w:rsid w:val="00F24E81"/>
    <w:rsid w:val="00F34263"/>
    <w:rsid w:val="00F342C9"/>
    <w:rsid w:val="00F9673B"/>
    <w:rsid w:val="00FB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AB9AE"/>
  <w15:chartTrackingRefBased/>
  <w15:docId w15:val="{621570D7-47C9-4371-9C4E-EAA14F44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4C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5D5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uiPriority w:val="99"/>
    <w:unhideWhenUsed/>
    <w:rsid w:val="00656E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1.%20&#1042;&#1088;&#1077;&#1084;&#1077;&#1085;&#1085;&#1086;&#1077;%20&#1093;&#1088;&#1072;&#1085;&#1080;&#1083;&#1080;&#1097;&#1077;\&#1054;&#1073;&#1088;&#1072;&#1079;&#1094;&#1099;%20&#1076;&#1086;&#1075;&#1086;&#1074;&#1086;&#1088;&#1086;&#1074;\&#1041;&#1072;&#1079;&#1072;%20&#1076;&#1086;&#1075;&#1086;&#1074;&#1086;&#1088;&#1086;&#1074;\&#1064;&#1072;&#1073;&#1083;&#1086;&#1085;&#1099;\&#1047;&#1057;&#1095;&#1077;&#1090;-&#1096;&#1072;&#1073;&#1083;&#1086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09827-3EC8-4CC2-8AA4-51DB6FAFB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ЗСчет-шаблон.dot</Template>
  <TotalTime>21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НС Интеграция</dc:creator>
  <cp:keywords/>
  <cp:lastModifiedBy>Антон Алексеевич</cp:lastModifiedBy>
  <cp:revision>13</cp:revision>
  <dcterms:created xsi:type="dcterms:W3CDTF">2024-10-26T18:24:00Z</dcterms:created>
  <dcterms:modified xsi:type="dcterms:W3CDTF">2026-01-15T10:52:00Z</dcterms:modified>
</cp:coreProperties>
</file>